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0"/>
      </w:tblGrid>
      <w:tr w:rsidR="00517820" w:rsidRPr="00EC244D" w:rsidTr="008A2226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:rsidR="00517820" w:rsidRPr="00EC244D" w:rsidRDefault="00517820" w:rsidP="008A2226">
            <w:pPr>
              <w:pStyle w:val="p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820" w:rsidRPr="00EC244D" w:rsidRDefault="00517820" w:rsidP="008A2226">
            <w:pPr>
              <w:pStyle w:val="p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820" w:rsidRPr="00EC244D" w:rsidRDefault="00517820" w:rsidP="008A2226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Fonts w:ascii="Times New Roman" w:hAnsi="Times New Roman" w:cs="Times New Roman"/>
                <w:sz w:val="24"/>
                <w:szCs w:val="24"/>
              </w:rPr>
              <w:t>pieczęć wykonawcy</w:t>
            </w:r>
          </w:p>
        </w:tc>
      </w:tr>
    </w:tbl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A56A6F" w:rsidRDefault="00517820" w:rsidP="00517820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E2B57">
        <w:rPr>
          <w:rFonts w:ascii="Times New Roman" w:eastAsia="Times New Roman" w:hAnsi="Times New Roman"/>
          <w:b/>
          <w:sz w:val="24"/>
          <w:szCs w:val="24"/>
        </w:rPr>
        <w:t>Dostawa mieszanki kamiennej i wysiewki torowej oraz świadczenie usług równiarką samobieżną , walcem statycznym samobieżnym i walcem wibracyjnym, na wykonanie remontów oraz bieżącej naprawy dróg na terenie Gminy i Miasta Odolanów w 2018 r.</w:t>
      </w:r>
    </w:p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EC244D" w:rsidRDefault="00517820" w:rsidP="00517820">
      <w:pPr>
        <w:pStyle w:val="righ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44D">
        <w:rPr>
          <w:rFonts w:ascii="Times New Roman" w:hAnsi="Times New Roman" w:cs="Times New Roman"/>
          <w:sz w:val="24"/>
          <w:szCs w:val="24"/>
        </w:rPr>
        <w:t>......................................., .......................................</w:t>
      </w:r>
    </w:p>
    <w:p w:rsidR="00517820" w:rsidRPr="00EC244D" w:rsidRDefault="00517820" w:rsidP="00517820">
      <w:pPr>
        <w:pStyle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</w:r>
      <w:r w:rsidRPr="00EC244D">
        <w:rPr>
          <w:rFonts w:ascii="Times New Roman" w:hAnsi="Times New Roman" w:cs="Times New Roman"/>
          <w:sz w:val="24"/>
          <w:szCs w:val="24"/>
        </w:rPr>
        <w:tab/>
        <w:t xml:space="preserve">miejsce </w:t>
      </w:r>
      <w:r w:rsidRPr="00EC244D">
        <w:rPr>
          <w:rFonts w:ascii="Times New Roman" w:hAnsi="Times New Roman" w:cs="Times New Roman"/>
          <w:sz w:val="24"/>
          <w:szCs w:val="24"/>
        </w:rPr>
        <w:tab/>
        <w:t xml:space="preserve">                        dnia     </w:t>
      </w:r>
    </w:p>
    <w:p w:rsidR="00F50B70" w:rsidRDefault="00024A11" w:rsidP="00F50B70">
      <w:pPr>
        <w:pStyle w:val="p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Znak sprawy:</w:t>
      </w:r>
      <w:r w:rsidRPr="00024A11">
        <w:rPr>
          <w:b/>
        </w:rPr>
        <w:t xml:space="preserve"> </w:t>
      </w:r>
      <w:r w:rsidR="004B3D08" w:rsidRPr="004B3D08">
        <w:rPr>
          <w:b/>
        </w:rPr>
        <w:t>ZP.271.2.15.2018</w:t>
      </w:r>
    </w:p>
    <w:p w:rsidR="00F50B70" w:rsidRPr="00F50B70" w:rsidRDefault="00F50B70" w:rsidP="00F50B70">
      <w:pPr>
        <w:pStyle w:val="p"/>
        <w:rPr>
          <w:rFonts w:ascii="Times New Roman" w:eastAsia="Times New Roman" w:hAnsi="Times New Roman"/>
          <w:b/>
          <w:sz w:val="24"/>
          <w:szCs w:val="20"/>
        </w:rPr>
      </w:pPr>
      <w:r w:rsidRPr="00F50B70">
        <w:rPr>
          <w:rFonts w:ascii="Times New Roman" w:hAnsi="Times New Roman"/>
          <w:b/>
          <w:sz w:val="24"/>
        </w:rPr>
        <w:t xml:space="preserve">Załącznik nr </w:t>
      </w:r>
      <w:r w:rsidR="004B3D08" w:rsidRPr="004B3D08">
        <w:rPr>
          <w:rFonts w:ascii="Times New Roman" w:hAnsi="Times New Roman"/>
          <w:b/>
          <w:sz w:val="24"/>
        </w:rPr>
        <w:t>3</w:t>
      </w:r>
    </w:p>
    <w:p w:rsidR="00517820" w:rsidRPr="00EC244D" w:rsidRDefault="00517820" w:rsidP="00517820">
      <w:pPr>
        <w:pStyle w:val="p"/>
        <w:rPr>
          <w:rFonts w:ascii="Times New Roman" w:hAnsi="Times New Roman" w:cs="Times New Roman"/>
          <w:b/>
          <w:sz w:val="24"/>
          <w:szCs w:val="24"/>
        </w:rPr>
      </w:pPr>
    </w:p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EC244D" w:rsidRDefault="00517820" w:rsidP="00517820">
      <w:pPr>
        <w:pStyle w:val="center"/>
        <w:rPr>
          <w:rFonts w:ascii="Times New Roman" w:hAnsi="Times New Roman" w:cs="Times New Roman"/>
          <w:sz w:val="24"/>
          <w:szCs w:val="24"/>
        </w:rPr>
      </w:pPr>
      <w:r w:rsidRPr="00EC244D">
        <w:rPr>
          <w:rStyle w:val="bold"/>
          <w:rFonts w:ascii="Times New Roman" w:hAnsi="Times New Roman" w:cs="Times New Roman"/>
          <w:sz w:val="24"/>
          <w:szCs w:val="24"/>
        </w:rPr>
        <w:t>WYKAZ</w:t>
      </w:r>
    </w:p>
    <w:p w:rsidR="00517820" w:rsidRPr="00EC244D" w:rsidRDefault="00517820" w:rsidP="00517820">
      <w:pPr>
        <w:pStyle w:val="center"/>
        <w:rPr>
          <w:rFonts w:ascii="Times New Roman" w:hAnsi="Times New Roman" w:cs="Times New Roman"/>
          <w:sz w:val="24"/>
          <w:szCs w:val="24"/>
        </w:rPr>
      </w:pPr>
      <w:r w:rsidRPr="00EC244D">
        <w:rPr>
          <w:rStyle w:val="bold"/>
          <w:rFonts w:ascii="Times New Roman" w:hAnsi="Times New Roman" w:cs="Times New Roman"/>
          <w:sz w:val="24"/>
          <w:szCs w:val="24"/>
        </w:rPr>
        <w:t>narzędzi, wyposażenia zakładu lub urządzeń technicznych dostępnych Wykonawcy</w:t>
      </w:r>
    </w:p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4"/>
        <w:gridCol w:w="3358"/>
        <w:gridCol w:w="2452"/>
        <w:gridCol w:w="3130"/>
      </w:tblGrid>
      <w:tr w:rsidR="00517820" w:rsidRPr="00EC244D" w:rsidTr="008A2226">
        <w:tc>
          <w:tcPr>
            <w:tcW w:w="500" w:type="dxa"/>
            <w:tcBorders>
              <w:bottom w:val="single" w:sz="1" w:space="0" w:color="auto"/>
            </w:tcBorders>
            <w:vAlign w:val="center"/>
          </w:tcPr>
          <w:p w:rsidR="00517820" w:rsidRPr="00EC244D" w:rsidRDefault="00517820" w:rsidP="008A2226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6500" w:type="dxa"/>
            <w:tcBorders>
              <w:bottom w:val="single" w:sz="1" w:space="0" w:color="auto"/>
            </w:tcBorders>
            <w:vAlign w:val="center"/>
          </w:tcPr>
          <w:p w:rsidR="00517820" w:rsidRPr="00EC244D" w:rsidRDefault="00517820" w:rsidP="008A2226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6500" w:type="dxa"/>
            <w:tcBorders>
              <w:bottom w:val="single" w:sz="1" w:space="0" w:color="auto"/>
            </w:tcBorders>
            <w:vAlign w:val="center"/>
          </w:tcPr>
          <w:p w:rsidR="00517820" w:rsidRPr="00EC244D" w:rsidRDefault="00517820" w:rsidP="008A2226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00" w:type="dxa"/>
            <w:tcBorders>
              <w:bottom w:val="single" w:sz="1" w:space="0" w:color="auto"/>
            </w:tcBorders>
            <w:vAlign w:val="center"/>
          </w:tcPr>
          <w:p w:rsidR="00517820" w:rsidRPr="00EC244D" w:rsidRDefault="00517820" w:rsidP="008A2226">
            <w:pPr>
              <w:pStyle w:val="tableCenter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Informacja o podstawie do dysponowania</w:t>
            </w:r>
          </w:p>
        </w:tc>
      </w:tr>
      <w:tr w:rsidR="00517820" w:rsidRPr="00EC244D" w:rsidTr="008A2226">
        <w:tc>
          <w:tcPr>
            <w:tcW w:w="500" w:type="dxa"/>
            <w:vAlign w:val="center"/>
          </w:tcPr>
          <w:p w:rsidR="00517820" w:rsidRPr="00EC244D" w:rsidRDefault="00517820" w:rsidP="008A2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820" w:rsidRPr="00EC244D" w:rsidTr="008A2226">
        <w:tc>
          <w:tcPr>
            <w:tcW w:w="500" w:type="dxa"/>
            <w:vAlign w:val="center"/>
          </w:tcPr>
          <w:p w:rsidR="00517820" w:rsidRPr="00EC244D" w:rsidRDefault="00517820" w:rsidP="008A2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820" w:rsidRPr="00EC244D" w:rsidTr="008A2226">
        <w:tc>
          <w:tcPr>
            <w:tcW w:w="500" w:type="dxa"/>
            <w:vAlign w:val="center"/>
          </w:tcPr>
          <w:p w:rsidR="00517820" w:rsidRPr="00EC244D" w:rsidRDefault="00517820" w:rsidP="008A2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820" w:rsidRPr="00EC244D" w:rsidTr="008A2226">
        <w:tc>
          <w:tcPr>
            <w:tcW w:w="500" w:type="dxa"/>
            <w:vAlign w:val="center"/>
          </w:tcPr>
          <w:p w:rsidR="00517820" w:rsidRPr="00EC244D" w:rsidRDefault="00517820" w:rsidP="008A2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0" w:type="dxa"/>
            <w:vAlign w:val="center"/>
          </w:tcPr>
          <w:p w:rsidR="00517820" w:rsidRPr="00EC244D" w:rsidRDefault="00517820" w:rsidP="008A2226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EC244D" w:rsidRDefault="00517820" w:rsidP="00517820">
      <w:pPr>
        <w:pStyle w:val="p"/>
        <w:rPr>
          <w:rFonts w:ascii="Times New Roman" w:hAnsi="Times New Roman" w:cs="Times New Roman"/>
          <w:sz w:val="24"/>
          <w:szCs w:val="24"/>
        </w:rPr>
      </w:pPr>
    </w:p>
    <w:p w:rsidR="00517820" w:rsidRPr="00EC244D" w:rsidRDefault="00517820" w:rsidP="00517820">
      <w:pPr>
        <w:pStyle w:val="right"/>
        <w:rPr>
          <w:rFonts w:ascii="Times New Roman" w:hAnsi="Times New Roman" w:cs="Times New Roman"/>
          <w:sz w:val="24"/>
          <w:szCs w:val="24"/>
        </w:rPr>
      </w:pPr>
      <w:r w:rsidRPr="00EC244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:rsidR="00517820" w:rsidRPr="00EC244D" w:rsidRDefault="00517820" w:rsidP="00517820">
      <w:pPr>
        <w:pStyle w:val="right"/>
        <w:rPr>
          <w:rFonts w:ascii="Times New Roman" w:hAnsi="Times New Roman" w:cs="Times New Roman"/>
          <w:sz w:val="24"/>
          <w:szCs w:val="24"/>
        </w:rPr>
      </w:pPr>
      <w:r w:rsidRPr="00EC244D">
        <w:rPr>
          <w:rFonts w:ascii="Times New Roman" w:hAnsi="Times New Roman" w:cs="Times New Roman"/>
          <w:sz w:val="24"/>
          <w:szCs w:val="24"/>
        </w:rPr>
        <w:t>podpis i pieczęć osoby uprawnionej do składania oświadczeń woli w imieniu wykonawcy</w:t>
      </w:r>
    </w:p>
    <w:p w:rsidR="00001341" w:rsidRDefault="00001341"/>
    <w:sectPr w:rsidR="00001341" w:rsidSect="00EB0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D73" w:rsidRDefault="006C6D73" w:rsidP="004B3D08">
      <w:pPr>
        <w:spacing w:after="0" w:line="240" w:lineRule="auto"/>
      </w:pPr>
      <w:r>
        <w:separator/>
      </w:r>
    </w:p>
  </w:endnote>
  <w:endnote w:type="continuationSeparator" w:id="0">
    <w:p w:rsidR="006C6D73" w:rsidRDefault="006C6D73" w:rsidP="004B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D73" w:rsidRDefault="006C6D73" w:rsidP="004B3D08">
      <w:pPr>
        <w:spacing w:after="0" w:line="240" w:lineRule="auto"/>
      </w:pPr>
      <w:r>
        <w:separator/>
      </w:r>
    </w:p>
  </w:footnote>
  <w:footnote w:type="continuationSeparator" w:id="0">
    <w:p w:rsidR="006C6D73" w:rsidRDefault="006C6D73" w:rsidP="004B3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08" w:rsidRDefault="004B3D0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9BC"/>
    <w:rsid w:val="00001341"/>
    <w:rsid w:val="00024A11"/>
    <w:rsid w:val="002B332C"/>
    <w:rsid w:val="004B3D08"/>
    <w:rsid w:val="00517820"/>
    <w:rsid w:val="005564DA"/>
    <w:rsid w:val="00672E6B"/>
    <w:rsid w:val="006749BC"/>
    <w:rsid w:val="006C3AAD"/>
    <w:rsid w:val="006C6D73"/>
    <w:rsid w:val="00CE0544"/>
    <w:rsid w:val="00D317D2"/>
    <w:rsid w:val="00F5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820"/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5178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517820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517820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517820"/>
    <w:pPr>
      <w:jc w:val="right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517820"/>
    <w:rPr>
      <w:b/>
    </w:rPr>
  </w:style>
  <w:style w:type="paragraph" w:styleId="Tytu">
    <w:name w:val="Title"/>
    <w:basedOn w:val="Normalny"/>
    <w:link w:val="TytuZnak"/>
    <w:qFormat/>
    <w:rsid w:val="00F50B70"/>
    <w:pPr>
      <w:spacing w:before="120" w:after="0" w:line="36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F50B70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B3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D08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B3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B3D08"/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143</Words>
  <Characters>862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2</cp:revision>
  <dcterms:created xsi:type="dcterms:W3CDTF">2018-04-04T06:41:00Z</dcterms:created>
  <dcterms:modified xsi:type="dcterms:W3CDTF">2018-04-04T06:41:00Z</dcterms:modified>
</cp:coreProperties>
</file>